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AC" w:rsidRPr="009F0917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F0917">
        <w:rPr>
          <w:rFonts w:ascii="Times New Roman" w:hAnsi="Times New Roman"/>
          <w:b/>
          <w:sz w:val="28"/>
          <w:szCs w:val="28"/>
          <w:shd w:val="clear" w:color="auto" w:fill="FFFFFF"/>
        </w:rPr>
        <w:t>В Омской области доля оформленных в электронном виде ипотек неизменно растет, из них более 9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0</w:t>
      </w:r>
      <w:r w:rsidRPr="009F091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% - регистрируются менее, чем за 24 часа </w:t>
      </w:r>
    </w:p>
    <w:p w:rsidR="00D358AC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358AC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 начала года (январь-май 2023 года) жители Омской области оформили </w:t>
      </w:r>
      <w:r w:rsidRPr="00EA6D09">
        <w:rPr>
          <w:rFonts w:ascii="Times New Roman" w:hAnsi="Times New Roman"/>
          <w:b/>
          <w:sz w:val="28"/>
          <w:szCs w:val="28"/>
          <w:shd w:val="clear" w:color="auto" w:fill="FFFFFF"/>
        </w:rPr>
        <w:t>9 936 ипотек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при этом наблюдается стабильный количественный рост ипотечных сделок: в январе – 1 452, в феврале – 1 603, в марте – 2 295, в апреле – 2 263, в мае – 2 323. </w:t>
      </w:r>
    </w:p>
    <w:p w:rsidR="00D358AC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 всех за указанный период заявок </w:t>
      </w:r>
      <w:r w:rsidRPr="003F7416">
        <w:rPr>
          <w:rFonts w:ascii="Times New Roman" w:hAnsi="Times New Roman"/>
          <w:b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 </w:t>
      </w:r>
      <w:r w:rsidRPr="003F7416">
        <w:rPr>
          <w:rFonts w:ascii="Times New Roman" w:hAnsi="Times New Roman"/>
          <w:b/>
          <w:sz w:val="28"/>
          <w:szCs w:val="28"/>
          <w:shd w:val="clear" w:color="auto" w:fill="FFFFFF"/>
        </w:rPr>
        <w:t>359</w:t>
      </w:r>
      <w:r w:rsidRPr="00642EB2">
        <w:rPr>
          <w:rFonts w:ascii="Times New Roman" w:hAnsi="Times New Roman"/>
          <w:sz w:val="28"/>
          <w:szCs w:val="28"/>
          <w:shd w:val="clear" w:color="auto" w:fill="FFFFFF"/>
        </w:rPr>
        <w:t xml:space="preserve">(в январе – 998, в мае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642EB2">
        <w:rPr>
          <w:rFonts w:ascii="Times New Roman" w:hAnsi="Times New Roman"/>
          <w:sz w:val="28"/>
          <w:szCs w:val="28"/>
          <w:shd w:val="clear" w:color="auto" w:fill="FFFFFF"/>
        </w:rPr>
        <w:t xml:space="preserve"> 1438),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или 64% от общего количества, были поданы гражданами именно в электронном формате, что говорит об использовании </w:t>
      </w:r>
      <w:r w:rsidRPr="00BA274D">
        <w:rPr>
          <w:rFonts w:ascii="Times New Roman" w:hAnsi="Times New Roman"/>
          <w:sz w:val="28"/>
          <w:szCs w:val="28"/>
          <w:shd w:val="clear" w:color="auto" w:fill="FFFFFF"/>
        </w:rPr>
        <w:t>возможностей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 только века цифровизации, но и федерального проекта «Электронная ипотека за один день», позволяющего оформлять ипотечные сделки по заявлениям, поданным в Росреестр онлайн, в течение суток.</w:t>
      </w:r>
    </w:p>
    <w:p w:rsidR="00D358AC" w:rsidRPr="00857121" w:rsidRDefault="00D358AC" w:rsidP="009E1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«Показатель «скорости оформления электронных ипотек» в Омской области неизменно стремится к 100%, и в мае составил 93,5 %: из 1 438 поданных на регистрацию в электронном виде ипотечных сделок </w:t>
      </w:r>
      <w:r w:rsidRPr="00A459D1">
        <w:rPr>
          <w:rFonts w:ascii="Times New Roman" w:hAnsi="Times New Roman"/>
          <w:b/>
          <w:sz w:val="28"/>
          <w:szCs w:val="28"/>
          <w:shd w:val="clear" w:color="auto" w:fill="FFFFFF"/>
        </w:rPr>
        <w:t>1 344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были зарегистрированы омским Росреестром менее, чем за 24 часа. В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сего с начала </w:t>
      </w:r>
      <w:r>
        <w:rPr>
          <w:rFonts w:ascii="Times New Roman" w:hAnsi="Times New Roman"/>
          <w:sz w:val="28"/>
          <w:szCs w:val="28"/>
          <w:shd w:val="clear" w:color="auto" w:fill="FFFFFF"/>
        </w:rPr>
        <w:t>2023 года электронной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 ипотек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менее, чем за сутки, 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>был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 зарегистрирован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 96,47 %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общего количества электронных заявлений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, что почти на 11 %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больше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>, чем за аналогичный период 2022 года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», – отметил руководитель Управления Росреестра по Омской области Сергей Чаплин.</w:t>
      </w:r>
    </w:p>
    <w:p w:rsidR="00D358AC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>Зарегистрировать ипотеку в течени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 xml:space="preserve"> 24 часов стало возможным благодаря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федеральному </w:t>
      </w:r>
      <w:r w:rsidRPr="00857121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Pr="00857121">
        <w:rPr>
          <w:rFonts w:ascii="Times New Roman" w:hAnsi="Times New Roman"/>
          <w:sz w:val="28"/>
          <w:szCs w:val="28"/>
        </w:rPr>
        <w:t xml:space="preserve"> «Электронная ипотека за один день», который 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121">
        <w:rPr>
          <w:rFonts w:ascii="Times New Roman" w:hAnsi="Times New Roman"/>
          <w:sz w:val="28"/>
          <w:szCs w:val="28"/>
        </w:rPr>
        <w:t>осуществлять государственную регистрацию по представленным банком в электронном виде заявлениям и документам в течени</w:t>
      </w:r>
      <w:r>
        <w:rPr>
          <w:rFonts w:ascii="Times New Roman" w:hAnsi="Times New Roman"/>
          <w:sz w:val="28"/>
          <w:szCs w:val="28"/>
        </w:rPr>
        <w:t>е одного</w:t>
      </w:r>
      <w:r w:rsidRPr="00857121">
        <w:rPr>
          <w:rFonts w:ascii="Times New Roman" w:hAnsi="Times New Roman"/>
          <w:sz w:val="28"/>
          <w:szCs w:val="28"/>
        </w:rPr>
        <w:t xml:space="preserve"> рабочего дня</w:t>
      </w:r>
      <w:r>
        <w:rPr>
          <w:rFonts w:ascii="Times New Roman" w:hAnsi="Times New Roman"/>
          <w:sz w:val="28"/>
          <w:szCs w:val="28"/>
        </w:rPr>
        <w:t xml:space="preserve">. Электронная регистрация ипотеки в течение нескольких часов позволяет максимально быстро получить целевой кредит и стать обладателем жилого помещения в любом городе России»,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9C2F03">
        <w:rPr>
          <w:rFonts w:ascii="Times New Roman" w:hAnsi="Times New Roman"/>
          <w:sz w:val="28"/>
          <w:szCs w:val="28"/>
        </w:rPr>
        <w:t xml:space="preserve">прокомментировал </w:t>
      </w:r>
      <w:r w:rsidRPr="00F95964">
        <w:rPr>
          <w:rFonts w:ascii="Times New Roman" w:hAnsi="Times New Roman"/>
          <w:sz w:val="28"/>
          <w:szCs w:val="28"/>
        </w:rPr>
        <w:t>директор ООО «Многофункциональный центр электронных</w:t>
      </w:r>
      <w:r>
        <w:rPr>
          <w:rFonts w:ascii="Times New Roman" w:hAnsi="Times New Roman"/>
          <w:sz w:val="28"/>
          <w:szCs w:val="28"/>
        </w:rPr>
        <w:t xml:space="preserve"> услуг «Единая правовая служба»</w:t>
      </w:r>
      <w:r w:rsidRPr="009C2F03">
        <w:rPr>
          <w:rFonts w:ascii="Times New Roman" w:hAnsi="Times New Roman"/>
          <w:sz w:val="28"/>
          <w:szCs w:val="28"/>
        </w:rPr>
        <w:t xml:space="preserve">, член Общественного совета при Управлении Росреестра по Омской области Илья Васильчук. </w:t>
      </w:r>
    </w:p>
    <w:p w:rsidR="00D358AC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58AC" w:rsidRDefault="00D358AC" w:rsidP="00CE1B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p w:rsidR="00D358AC" w:rsidRPr="00857121" w:rsidRDefault="00D358AC" w:rsidP="004644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358AC" w:rsidRPr="00857121" w:rsidSect="009F091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86B"/>
    <w:rsid w:val="00047E35"/>
    <w:rsid w:val="000C5131"/>
    <w:rsid w:val="00153AEE"/>
    <w:rsid w:val="001A3EE4"/>
    <w:rsid w:val="001A4361"/>
    <w:rsid w:val="001B0E8B"/>
    <w:rsid w:val="001F1402"/>
    <w:rsid w:val="002342AE"/>
    <w:rsid w:val="00255D23"/>
    <w:rsid w:val="002E19B4"/>
    <w:rsid w:val="002E5906"/>
    <w:rsid w:val="00344BD7"/>
    <w:rsid w:val="00391263"/>
    <w:rsid w:val="003D6F52"/>
    <w:rsid w:val="003F7416"/>
    <w:rsid w:val="00445FBA"/>
    <w:rsid w:val="004574D6"/>
    <w:rsid w:val="004644E4"/>
    <w:rsid w:val="004663D9"/>
    <w:rsid w:val="0049257B"/>
    <w:rsid w:val="004D1A14"/>
    <w:rsid w:val="004D25DB"/>
    <w:rsid w:val="00597547"/>
    <w:rsid w:val="005B4C16"/>
    <w:rsid w:val="005C366F"/>
    <w:rsid w:val="00642EB2"/>
    <w:rsid w:val="00660438"/>
    <w:rsid w:val="00692777"/>
    <w:rsid w:val="0069686B"/>
    <w:rsid w:val="00717D58"/>
    <w:rsid w:val="007839CE"/>
    <w:rsid w:val="00792388"/>
    <w:rsid w:val="0079267E"/>
    <w:rsid w:val="00792C8F"/>
    <w:rsid w:val="007D6134"/>
    <w:rsid w:val="007F471F"/>
    <w:rsid w:val="008336FA"/>
    <w:rsid w:val="00857121"/>
    <w:rsid w:val="00943F3E"/>
    <w:rsid w:val="00985983"/>
    <w:rsid w:val="009949FA"/>
    <w:rsid w:val="009A56BD"/>
    <w:rsid w:val="009C2F03"/>
    <w:rsid w:val="009C4799"/>
    <w:rsid w:val="009E12EC"/>
    <w:rsid w:val="009F0917"/>
    <w:rsid w:val="009F4B19"/>
    <w:rsid w:val="009F7022"/>
    <w:rsid w:val="00A3664F"/>
    <w:rsid w:val="00A459D1"/>
    <w:rsid w:val="00AB3D63"/>
    <w:rsid w:val="00AF167C"/>
    <w:rsid w:val="00AF44B5"/>
    <w:rsid w:val="00B066C1"/>
    <w:rsid w:val="00BA274D"/>
    <w:rsid w:val="00C82FC6"/>
    <w:rsid w:val="00C850A6"/>
    <w:rsid w:val="00CA19D0"/>
    <w:rsid w:val="00CD3C82"/>
    <w:rsid w:val="00CD548C"/>
    <w:rsid w:val="00CE1B85"/>
    <w:rsid w:val="00CE26CC"/>
    <w:rsid w:val="00D358AC"/>
    <w:rsid w:val="00D40132"/>
    <w:rsid w:val="00D463B7"/>
    <w:rsid w:val="00D51CF7"/>
    <w:rsid w:val="00D60836"/>
    <w:rsid w:val="00D874CA"/>
    <w:rsid w:val="00D95DB3"/>
    <w:rsid w:val="00E0216C"/>
    <w:rsid w:val="00E13089"/>
    <w:rsid w:val="00E265BA"/>
    <w:rsid w:val="00E66FA2"/>
    <w:rsid w:val="00EA6D09"/>
    <w:rsid w:val="00EE0C1E"/>
    <w:rsid w:val="00F84483"/>
    <w:rsid w:val="00F95964"/>
    <w:rsid w:val="00FF46D4"/>
    <w:rsid w:val="00FF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A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A3EE4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AF167C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08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92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0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372</TotalTime>
  <Pages>1</Pages>
  <Words>300</Words>
  <Characters>1712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Pechenko</cp:lastModifiedBy>
  <cp:revision>82</cp:revision>
  <cp:lastPrinted>2023-06-15T03:57:00Z</cp:lastPrinted>
  <dcterms:created xsi:type="dcterms:W3CDTF">2023-06-05T08:00:00Z</dcterms:created>
  <dcterms:modified xsi:type="dcterms:W3CDTF">2023-06-19T04:05:00Z</dcterms:modified>
</cp:coreProperties>
</file>