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765" w:rsidRPr="00AA7861" w:rsidRDefault="008C1765" w:rsidP="00B276FB">
      <w:pPr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AA7861">
        <w:rPr>
          <w:rFonts w:ascii="Times New Roman" w:hAnsi="Times New Roman"/>
          <w:b/>
          <w:sz w:val="26"/>
          <w:szCs w:val="26"/>
        </w:rPr>
        <w:t>Одним из «Лучших по профессии в системе Росреестра» стал омич Артём Щербаков</w:t>
      </w:r>
    </w:p>
    <w:p w:rsidR="008C1765" w:rsidRDefault="008C1765" w:rsidP="00B276FB">
      <w:pPr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преддверии Нового 2023 года, заместителем руководителя Росреестра Еленой Мартыновой были оглашены результаты конкурса «Лучший по профессии в системе Росреестра» и названы имена победителей.</w:t>
      </w:r>
    </w:p>
    <w:p w:rsidR="008C1765" w:rsidRDefault="008C1765" w:rsidP="00B276FB">
      <w:pPr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номинации «Лучший </w:t>
      </w:r>
      <w:r>
        <w:rPr>
          <w:rFonts w:ascii="Times New Roman" w:hAnsi="Times New Roman"/>
          <w:sz w:val="26"/>
          <w:szCs w:val="26"/>
          <w:lang w:val="en-US"/>
        </w:rPr>
        <w:t>IT</w:t>
      </w:r>
      <w:r>
        <w:rPr>
          <w:rFonts w:ascii="Times New Roman" w:hAnsi="Times New Roman"/>
          <w:sz w:val="26"/>
          <w:szCs w:val="26"/>
        </w:rPr>
        <w:t>-специалист» 3 место занял главный специалист-</w:t>
      </w:r>
      <w:r w:rsidRPr="00611327">
        <w:rPr>
          <w:rFonts w:ascii="Times New Roman" w:hAnsi="Times New Roman"/>
          <w:sz w:val="26"/>
          <w:szCs w:val="26"/>
        </w:rPr>
        <w:t>эксперт</w:t>
      </w:r>
      <w:r>
        <w:rPr>
          <w:rFonts w:ascii="Times New Roman" w:hAnsi="Times New Roman"/>
          <w:sz w:val="26"/>
          <w:szCs w:val="26"/>
        </w:rPr>
        <w:t xml:space="preserve"> о</w:t>
      </w:r>
      <w:r w:rsidRPr="00611327">
        <w:rPr>
          <w:rFonts w:ascii="Times New Roman" w:hAnsi="Times New Roman"/>
          <w:sz w:val="26"/>
          <w:szCs w:val="26"/>
        </w:rPr>
        <w:t>тдел</w:t>
      </w:r>
      <w:r>
        <w:rPr>
          <w:rFonts w:ascii="Times New Roman" w:hAnsi="Times New Roman"/>
          <w:sz w:val="26"/>
          <w:szCs w:val="26"/>
        </w:rPr>
        <w:t>а</w:t>
      </w:r>
      <w:r w:rsidRPr="00611327">
        <w:rPr>
          <w:rFonts w:ascii="Times New Roman" w:hAnsi="Times New Roman"/>
          <w:sz w:val="26"/>
          <w:szCs w:val="26"/>
        </w:rPr>
        <w:t xml:space="preserve"> эксплу</w:t>
      </w:r>
      <w:r>
        <w:rPr>
          <w:rFonts w:ascii="Times New Roman" w:hAnsi="Times New Roman"/>
          <w:sz w:val="26"/>
          <w:szCs w:val="26"/>
        </w:rPr>
        <w:t>атации информационных систем, технических средств</w:t>
      </w:r>
      <w:r w:rsidRPr="00611327">
        <w:rPr>
          <w:rFonts w:ascii="Times New Roman" w:hAnsi="Times New Roman"/>
          <w:sz w:val="26"/>
          <w:szCs w:val="26"/>
        </w:rPr>
        <w:t xml:space="preserve"> и </w:t>
      </w:r>
      <w:r>
        <w:rPr>
          <w:rFonts w:ascii="Times New Roman" w:hAnsi="Times New Roman"/>
          <w:sz w:val="26"/>
          <w:szCs w:val="26"/>
        </w:rPr>
        <w:t>каналов связи омского Росреестра Артём Щербаков.</w:t>
      </w:r>
    </w:p>
    <w:p w:rsidR="008C1765" w:rsidRDefault="008C1765" w:rsidP="00B276FB">
      <w:pPr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Высокую оценку получил его </w:t>
      </w:r>
      <w:r>
        <w:rPr>
          <w:rFonts w:ascii="Times New Roman" w:hAnsi="Times New Roman"/>
          <w:sz w:val="26"/>
          <w:szCs w:val="26"/>
          <w:lang w:val="en-US"/>
        </w:rPr>
        <w:t>IT</w:t>
      </w:r>
      <w:r>
        <w:rPr>
          <w:rFonts w:ascii="Times New Roman" w:hAnsi="Times New Roman"/>
          <w:sz w:val="26"/>
          <w:szCs w:val="26"/>
        </w:rPr>
        <w:t>-проект - «Рубрика «Познавательное утро», с которой в этом году начинался каждый день всех специалистов Управления Росреестра по Омской области, пришедших на работу и включивших компьютер.</w:t>
      </w:r>
    </w:p>
    <w:p w:rsidR="008C1765" w:rsidRDefault="008C1765" w:rsidP="00B276FB">
      <w:pPr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Рубрика «Познавательное утро» первым делом давала полезные советы о том, как обходить «технические проблемы» в процессе взаимодействия с ПК, и этот мини-ликбез в ежедневном режиме вносил свой вклад в повышение эффективности использования рабочего времени и увеличение производительности труда.</w:t>
      </w:r>
    </w:p>
    <w:p w:rsidR="008C1765" w:rsidRDefault="008C1765" w:rsidP="00B276FB">
      <w:pPr>
        <w:ind w:firstLine="720"/>
        <w:jc w:val="both"/>
        <w:rPr>
          <w:rFonts w:ascii="Times New Roman" w:hAnsi="Times New Roman"/>
          <w:sz w:val="26"/>
          <w:szCs w:val="26"/>
        </w:rPr>
      </w:pPr>
      <w:r w:rsidRPr="00E542A9">
        <w:rPr>
          <w:rFonts w:ascii="Times New Roman" w:hAnsi="Times New Roman"/>
          <w:sz w:val="26"/>
          <w:szCs w:val="26"/>
        </w:rPr>
        <w:t>Артём</w:t>
      </w:r>
      <w:r>
        <w:rPr>
          <w:rFonts w:ascii="Times New Roman" w:hAnsi="Times New Roman"/>
          <w:sz w:val="26"/>
          <w:szCs w:val="26"/>
        </w:rPr>
        <w:t>у</w:t>
      </w:r>
      <w:bookmarkStart w:id="0" w:name="_GoBack"/>
      <w:bookmarkEnd w:id="0"/>
      <w:r w:rsidRPr="00E542A9">
        <w:rPr>
          <w:rFonts w:ascii="Times New Roman" w:hAnsi="Times New Roman"/>
          <w:sz w:val="26"/>
          <w:szCs w:val="26"/>
        </w:rPr>
        <w:t xml:space="preserve"> Щербаков</w:t>
      </w:r>
      <w:r>
        <w:rPr>
          <w:rFonts w:ascii="Times New Roman" w:hAnsi="Times New Roman"/>
          <w:sz w:val="26"/>
          <w:szCs w:val="26"/>
        </w:rPr>
        <w:t xml:space="preserve">у 29 лет. В </w:t>
      </w:r>
      <w:r w:rsidRPr="00AA7861">
        <w:rPr>
          <w:rFonts w:ascii="Times New Roman" w:hAnsi="Times New Roman"/>
          <w:sz w:val="26"/>
          <w:szCs w:val="26"/>
        </w:rPr>
        <w:t>2015 году</w:t>
      </w:r>
      <w:r>
        <w:rPr>
          <w:rFonts w:ascii="Times New Roman" w:hAnsi="Times New Roman"/>
          <w:sz w:val="26"/>
          <w:szCs w:val="26"/>
        </w:rPr>
        <w:t xml:space="preserve"> он о</w:t>
      </w:r>
      <w:r w:rsidRPr="00AA7861">
        <w:rPr>
          <w:rFonts w:ascii="Times New Roman" w:hAnsi="Times New Roman"/>
          <w:sz w:val="26"/>
          <w:szCs w:val="26"/>
        </w:rPr>
        <w:t>кончил Ульяновский государственный педагогический университет по специальности «Учитель математики и иностранных языков»</w:t>
      </w:r>
      <w:r>
        <w:rPr>
          <w:rFonts w:ascii="Times New Roman" w:hAnsi="Times New Roman"/>
          <w:sz w:val="26"/>
          <w:szCs w:val="26"/>
        </w:rPr>
        <w:t>, с 2019-го – работает в Управлении Росреестра по Омской области.</w:t>
      </w:r>
    </w:p>
    <w:p w:rsidR="008C1765" w:rsidRDefault="008C1765" w:rsidP="00B276FB">
      <w:pPr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«Я впервые принимаю участие в подобного рода конкурсе. Приятно, что моя работа была замечена и получила высокую оценку на федеральном уровне. Рад, что оказался полезен своим коллегам в Управлении, что мои знания и идеи воплотились в реальное дело», - поделился Артем после оглашения результатов конкурса. </w:t>
      </w:r>
    </w:p>
    <w:p w:rsidR="008C1765" w:rsidRPr="00567A3A" w:rsidRDefault="008C1765" w:rsidP="00E542A9">
      <w:pPr>
        <w:rPr>
          <w:rFonts w:ascii="Times New Roman" w:hAnsi="Times New Roman"/>
          <w:sz w:val="26"/>
          <w:szCs w:val="26"/>
        </w:rPr>
      </w:pPr>
      <w:r w:rsidRPr="007E3C79">
        <w:rPr>
          <w:rFonts w:ascii="Times New Roman" w:hAnsi="Times New Roman"/>
          <w:sz w:val="26"/>
          <w:szCs w:val="26"/>
        </w:rPr>
        <w:t>#</w:t>
      </w:r>
      <w:r>
        <w:rPr>
          <w:rFonts w:ascii="Times New Roman" w:hAnsi="Times New Roman"/>
          <w:sz w:val="26"/>
          <w:szCs w:val="26"/>
        </w:rPr>
        <w:t>Росреестр</w:t>
      </w:r>
      <w:r w:rsidRPr="007E3C79">
        <w:rPr>
          <w:rFonts w:ascii="Times New Roman" w:hAnsi="Times New Roman"/>
          <w:sz w:val="26"/>
          <w:szCs w:val="26"/>
        </w:rPr>
        <w:t>#</w:t>
      </w:r>
      <w:r>
        <w:rPr>
          <w:rFonts w:ascii="Times New Roman" w:hAnsi="Times New Roman"/>
          <w:sz w:val="26"/>
          <w:szCs w:val="26"/>
        </w:rPr>
        <w:t>РосреестрОмск</w:t>
      </w:r>
      <w:r w:rsidRPr="007E3C79">
        <w:rPr>
          <w:rFonts w:ascii="Times New Roman" w:hAnsi="Times New Roman"/>
          <w:sz w:val="26"/>
          <w:szCs w:val="26"/>
        </w:rPr>
        <w:t>#</w:t>
      </w:r>
      <w:r>
        <w:rPr>
          <w:rFonts w:ascii="Times New Roman" w:hAnsi="Times New Roman"/>
          <w:sz w:val="26"/>
          <w:szCs w:val="26"/>
        </w:rPr>
        <w:t>ЛучшийПоПрофессии</w:t>
      </w:r>
    </w:p>
    <w:p w:rsidR="008C1765" w:rsidRPr="007E3C79" w:rsidRDefault="008C1765" w:rsidP="00E542A9">
      <w:pPr>
        <w:rPr>
          <w:rFonts w:ascii="Times New Roman" w:hAnsi="Times New Roman"/>
          <w:sz w:val="26"/>
          <w:szCs w:val="26"/>
        </w:rPr>
      </w:pPr>
      <w:r w:rsidRPr="007E3C79">
        <w:rPr>
          <w:rFonts w:ascii="Times New Roman" w:hAnsi="Times New Roman"/>
          <w:sz w:val="26"/>
          <w:szCs w:val="26"/>
        </w:rPr>
        <w:t>#</w:t>
      </w:r>
      <w:r>
        <w:rPr>
          <w:rFonts w:ascii="Times New Roman" w:hAnsi="Times New Roman"/>
          <w:sz w:val="26"/>
          <w:szCs w:val="26"/>
        </w:rPr>
        <w:t>ГодРегиональныхКоманд</w:t>
      </w:r>
      <w:r>
        <w:rPr>
          <w:rFonts w:ascii="Times New Roman" w:hAnsi="Times New Roman"/>
          <w:sz w:val="26"/>
          <w:szCs w:val="26"/>
          <w:lang w:val="en-US"/>
        </w:rPr>
        <w:t>#</w:t>
      </w:r>
      <w:r>
        <w:rPr>
          <w:rFonts w:ascii="Times New Roman" w:hAnsi="Times New Roman"/>
          <w:sz w:val="26"/>
          <w:szCs w:val="26"/>
        </w:rPr>
        <w:t>ДаешьМолодежь</w:t>
      </w:r>
    </w:p>
    <w:sectPr w:rsidR="008C1765" w:rsidRPr="007E3C79" w:rsidSect="009848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6B76"/>
    <w:rsid w:val="000773AE"/>
    <w:rsid w:val="000D477D"/>
    <w:rsid w:val="000D616C"/>
    <w:rsid w:val="002A793F"/>
    <w:rsid w:val="002D3A73"/>
    <w:rsid w:val="002F319A"/>
    <w:rsid w:val="003D06AF"/>
    <w:rsid w:val="00553101"/>
    <w:rsid w:val="00567A3A"/>
    <w:rsid w:val="00611327"/>
    <w:rsid w:val="00614724"/>
    <w:rsid w:val="00667AAF"/>
    <w:rsid w:val="00714200"/>
    <w:rsid w:val="0074329F"/>
    <w:rsid w:val="007510B3"/>
    <w:rsid w:val="007607DD"/>
    <w:rsid w:val="00796A29"/>
    <w:rsid w:val="007D50B8"/>
    <w:rsid w:val="007E07A5"/>
    <w:rsid w:val="007E3C79"/>
    <w:rsid w:val="008753F7"/>
    <w:rsid w:val="008C1765"/>
    <w:rsid w:val="008F0613"/>
    <w:rsid w:val="00917ED3"/>
    <w:rsid w:val="0098487A"/>
    <w:rsid w:val="009C6B76"/>
    <w:rsid w:val="00A01433"/>
    <w:rsid w:val="00A872BA"/>
    <w:rsid w:val="00AA7861"/>
    <w:rsid w:val="00B276FB"/>
    <w:rsid w:val="00C86488"/>
    <w:rsid w:val="00D44E4F"/>
    <w:rsid w:val="00DD0835"/>
    <w:rsid w:val="00E01D94"/>
    <w:rsid w:val="00E54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87A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17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17E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176</TotalTime>
  <Pages>1</Pages>
  <Words>236</Words>
  <Characters>1348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Светлана Николаевна</dc:creator>
  <cp:keywords/>
  <dc:description/>
  <cp:lastModifiedBy>Pechenko</cp:lastModifiedBy>
  <cp:revision>57</cp:revision>
  <cp:lastPrinted>2022-12-29T09:18:00Z</cp:lastPrinted>
  <dcterms:created xsi:type="dcterms:W3CDTF">2022-12-29T06:28:00Z</dcterms:created>
  <dcterms:modified xsi:type="dcterms:W3CDTF">2023-01-11T03:37:00Z</dcterms:modified>
</cp:coreProperties>
</file>