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D7" w:rsidRDefault="00E151D7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Омский Росреестр осуществил</w:t>
      </w:r>
      <w:r w:rsidRPr="00C0657B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ь</w:t>
      </w:r>
      <w:r w:rsidRPr="00C0657B">
        <w:rPr>
          <w:b/>
          <w:sz w:val="28"/>
          <w:szCs w:val="28"/>
        </w:rPr>
        <w:t xml:space="preserve"> за правильностью употребления географических наименований в </w:t>
      </w:r>
      <w:r>
        <w:rPr>
          <w:b/>
          <w:sz w:val="28"/>
          <w:szCs w:val="28"/>
        </w:rPr>
        <w:t xml:space="preserve">регионе </w:t>
      </w:r>
    </w:p>
    <w:p w:rsidR="00E151D7" w:rsidRDefault="00E151D7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правильностью употребления географических наименований – еще одно важное направление деятельности Управления Росреестра по Омской области. Эта работа находится в компетенции отдела геодезии и картографии.</w:t>
      </w:r>
    </w:p>
    <w:p w:rsidR="00E151D7" w:rsidRDefault="00E151D7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194B4F">
        <w:rPr>
          <w:color w:val="000000"/>
          <w:sz w:val="28"/>
          <w:szCs w:val="28"/>
        </w:rPr>
        <w:t>Географические на</w:t>
      </w:r>
      <w:r>
        <w:rPr>
          <w:color w:val="000000"/>
          <w:sz w:val="28"/>
          <w:szCs w:val="28"/>
        </w:rPr>
        <w:t>именования</w:t>
      </w:r>
      <w:r w:rsidRPr="00194B4F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это </w:t>
      </w:r>
      <w:r w:rsidRPr="00194B4F">
        <w:rPr>
          <w:color w:val="000000"/>
          <w:sz w:val="28"/>
          <w:szCs w:val="28"/>
        </w:rPr>
        <w:t>визитные карточки, с которых начинается знакомство со страной, городом или природным объектом.</w:t>
      </w:r>
    </w:p>
    <w:p w:rsidR="00E151D7" w:rsidRPr="00194B4F" w:rsidRDefault="00E151D7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194B4F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еографические объекты </w:t>
      </w:r>
      <w:r w:rsidRPr="00194B4F">
        <w:rPr>
          <w:color w:val="000000"/>
          <w:sz w:val="28"/>
          <w:szCs w:val="28"/>
        </w:rPr>
        <w:t xml:space="preserve">–существующие, характеризующиеся определенным местоположением образования Земли: материки, океаны, горы, реки и иные природные объекты; республики, края, области, автономные округа; города и другие населенные пункты; районы, сельские советы и другие административно-территориальные образования; железнодорожные станции, морские и речные порты, аэропорты. А географические названия, которые присваиваются географическим объектам и служат для их отличия и распознавания называются наименованиями географических объектов. </w:t>
      </w:r>
    </w:p>
    <w:p w:rsidR="00E151D7" w:rsidRDefault="00E151D7" w:rsidP="008837A7">
      <w:pPr>
        <w:pStyle w:val="formattext0"/>
        <w:tabs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94B4F">
        <w:rPr>
          <w:color w:val="000000"/>
          <w:sz w:val="28"/>
          <w:szCs w:val="28"/>
        </w:rPr>
        <w:t>Наименование, присваиваемое географическому объекту, отражает наиболее характерные признаки самого объекта, местности, в которой он расположен, или особенности жизни и деятельности населения соответствующей территории.</w:t>
      </w:r>
    </w:p>
    <w:p w:rsidR="00E151D7" w:rsidRPr="008837A7" w:rsidRDefault="00E151D7" w:rsidP="008837A7">
      <w:pPr>
        <w:pStyle w:val="formattext0"/>
        <w:tabs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307E6">
        <w:rPr>
          <w:sz w:val="28"/>
          <w:szCs w:val="28"/>
        </w:rPr>
        <w:t>Правовые основы деятельности в области присвоения наименований географическим объектам и их переименования,</w:t>
      </w:r>
      <w:r>
        <w:rPr>
          <w:sz w:val="28"/>
          <w:szCs w:val="28"/>
        </w:rPr>
        <w:t xml:space="preserve"> </w:t>
      </w:r>
      <w:r w:rsidRPr="00B307E6">
        <w:rPr>
          <w:sz w:val="28"/>
          <w:szCs w:val="28"/>
        </w:rPr>
        <w:t>а также нормализации, употребления, регистрации, учета и сохранения наименований географических объектов установлены Федеральным законом № 152-ФЗ «О наименованиях географических объектов».</w:t>
      </w:r>
    </w:p>
    <w:p w:rsidR="00E151D7" w:rsidRPr="00B307E6" w:rsidRDefault="00E151D7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E6">
        <w:rPr>
          <w:rFonts w:ascii="Times New Roman" w:hAnsi="Times New Roman" w:cs="Times New Roman"/>
          <w:sz w:val="28"/>
          <w:szCs w:val="28"/>
        </w:rPr>
        <w:t>В настоящее время актуальной является пр</w:t>
      </w:r>
      <w:r>
        <w:rPr>
          <w:rFonts w:ascii="Times New Roman" w:hAnsi="Times New Roman" w:cs="Times New Roman"/>
          <w:sz w:val="28"/>
          <w:szCs w:val="28"/>
        </w:rPr>
        <w:t xml:space="preserve">облема искаженного употребления </w:t>
      </w:r>
      <w:r w:rsidRPr="00B307E6">
        <w:rPr>
          <w:rFonts w:ascii="Times New Roman" w:hAnsi="Times New Roman" w:cs="Times New Roman"/>
          <w:sz w:val="28"/>
          <w:szCs w:val="28"/>
        </w:rPr>
        <w:t>географических наименований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307E6">
        <w:rPr>
          <w:rFonts w:ascii="Times New Roman" w:hAnsi="Times New Roman" w:cs="Times New Roman"/>
          <w:sz w:val="28"/>
          <w:szCs w:val="28"/>
        </w:rPr>
        <w:t xml:space="preserve"> В целях её решения, а также сохранения географических названий как части лингви</w:t>
      </w:r>
      <w:r>
        <w:rPr>
          <w:rFonts w:ascii="Times New Roman" w:hAnsi="Times New Roman" w:cs="Times New Roman"/>
          <w:sz w:val="28"/>
          <w:szCs w:val="28"/>
        </w:rPr>
        <w:t xml:space="preserve">стического культурного наследия, </w:t>
      </w:r>
      <w:r w:rsidRPr="00B307E6">
        <w:rPr>
          <w:rFonts w:ascii="Times New Roman" w:hAnsi="Times New Roman" w:cs="Times New Roman"/>
          <w:sz w:val="28"/>
          <w:szCs w:val="28"/>
        </w:rPr>
        <w:t>задачей государства с</w:t>
      </w:r>
      <w:r>
        <w:rPr>
          <w:rFonts w:ascii="Times New Roman" w:hAnsi="Times New Roman" w:cs="Times New Roman"/>
          <w:sz w:val="28"/>
          <w:szCs w:val="28"/>
        </w:rPr>
        <w:t xml:space="preserve">тановится контроль </w:t>
      </w:r>
      <w:r w:rsidRPr="00B307E6">
        <w:rPr>
          <w:rFonts w:ascii="Times New Roman" w:hAnsi="Times New Roman" w:cs="Times New Roman"/>
          <w:sz w:val="28"/>
          <w:szCs w:val="28"/>
        </w:rPr>
        <w:t>за употреблением таких наименований.</w:t>
      </w:r>
    </w:p>
    <w:p w:rsidR="00E151D7" w:rsidRPr="00B307E6" w:rsidRDefault="00E151D7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E6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>
        <w:rPr>
          <w:rFonts w:ascii="Times New Roman" w:hAnsi="Times New Roman" w:cs="Times New Roman"/>
          <w:sz w:val="28"/>
          <w:szCs w:val="28"/>
        </w:rPr>
        <w:t>Росреестра</w:t>
      </w:r>
      <w:r w:rsidRPr="00B307E6">
        <w:rPr>
          <w:rFonts w:ascii="Times New Roman" w:hAnsi="Times New Roman" w:cs="Times New Roman"/>
          <w:sz w:val="28"/>
          <w:szCs w:val="28"/>
        </w:rPr>
        <w:t>по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7E6">
        <w:rPr>
          <w:rFonts w:ascii="Times New Roman" w:hAnsi="Times New Roman" w:cs="Times New Roman"/>
          <w:sz w:val="28"/>
          <w:szCs w:val="28"/>
        </w:rPr>
        <w:t xml:space="preserve">в рамках осуществления полномочий по федеральному государственному надзору в области геодезии и картографии проводится мониторинг употребления </w:t>
      </w:r>
      <w:r w:rsidRPr="00B307E6">
        <w:rPr>
          <w:rFonts w:ascii="Times New Roman" w:hAnsi="Times New Roman" w:cs="Times New Roman"/>
          <w:sz w:val="28"/>
          <w:szCs w:val="28"/>
          <w:lang w:eastAsia="en-US"/>
        </w:rPr>
        <w:t xml:space="preserve">наименований географических объектов </w:t>
      </w:r>
      <w:r w:rsidRPr="00B307E6">
        <w:rPr>
          <w:rFonts w:ascii="Times New Roman" w:hAnsi="Times New Roman" w:cs="Times New Roman"/>
          <w:bCs/>
          <w:sz w:val="28"/>
          <w:szCs w:val="28"/>
        </w:rPr>
        <w:t>в документах, картографических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07E6">
        <w:rPr>
          <w:rFonts w:ascii="Times New Roman" w:hAnsi="Times New Roman" w:cs="Times New Roman"/>
          <w:sz w:val="28"/>
          <w:szCs w:val="28"/>
        </w:rPr>
        <w:t>изданиях, на дорожных указателях, на онлайн-сервисах в сети «Интернет».</w:t>
      </w:r>
    </w:p>
    <w:p w:rsidR="00E151D7" w:rsidRPr="00B307E6" w:rsidRDefault="00E151D7" w:rsidP="008837A7">
      <w:pPr>
        <w:pStyle w:val="formattext0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2495C">
        <w:rPr>
          <w:sz w:val="28"/>
          <w:szCs w:val="28"/>
        </w:rPr>
        <w:t xml:space="preserve"> целях обеспечения единообразного и устойчивого употребления наименований географических объектов и </w:t>
      </w:r>
      <w:r>
        <w:rPr>
          <w:sz w:val="28"/>
          <w:szCs w:val="28"/>
        </w:rPr>
        <w:t xml:space="preserve">их сохранения </w:t>
      </w:r>
      <w:r w:rsidRPr="0062495C">
        <w:rPr>
          <w:sz w:val="28"/>
          <w:szCs w:val="28"/>
        </w:rPr>
        <w:t xml:space="preserve">создан Государственный каталог географических названий (ГКГН), находящийся в ведении </w:t>
      </w:r>
      <w:r>
        <w:rPr>
          <w:sz w:val="28"/>
          <w:szCs w:val="28"/>
        </w:rPr>
        <w:t xml:space="preserve">публично-правовой компании </w:t>
      </w:r>
      <w:r w:rsidRPr="0062495C">
        <w:rPr>
          <w:sz w:val="28"/>
          <w:szCs w:val="28"/>
        </w:rPr>
        <w:t>«</w:t>
      </w:r>
      <w:r>
        <w:rPr>
          <w:sz w:val="28"/>
          <w:szCs w:val="28"/>
        </w:rPr>
        <w:t>Роскадастр», реестр</w:t>
      </w:r>
      <w:r w:rsidRPr="00B307E6">
        <w:rPr>
          <w:sz w:val="28"/>
          <w:szCs w:val="28"/>
        </w:rPr>
        <w:t xml:space="preserve"> зарегистрированных в ГКГН названий географических объектов Омской области размещен на официальном сайте </w:t>
      </w:r>
      <w:r>
        <w:rPr>
          <w:sz w:val="28"/>
          <w:szCs w:val="28"/>
        </w:rPr>
        <w:t>компании</w:t>
      </w:r>
      <w:r w:rsidRPr="00B307E6">
        <w:rPr>
          <w:sz w:val="28"/>
          <w:szCs w:val="28"/>
        </w:rPr>
        <w:t>.</w:t>
      </w:r>
    </w:p>
    <w:p w:rsidR="00E151D7" w:rsidRPr="00B307E6" w:rsidRDefault="00E151D7" w:rsidP="008837A7">
      <w:pPr>
        <w:pStyle w:val="headertext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E6">
        <w:rPr>
          <w:sz w:val="28"/>
          <w:szCs w:val="28"/>
        </w:rPr>
        <w:t>По состоянию на 2</w:t>
      </w:r>
      <w:r>
        <w:rPr>
          <w:sz w:val="28"/>
          <w:szCs w:val="28"/>
        </w:rPr>
        <w:t>7</w:t>
      </w:r>
      <w:r w:rsidRPr="00B307E6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B307E6">
        <w:rPr>
          <w:sz w:val="28"/>
          <w:szCs w:val="28"/>
        </w:rPr>
        <w:t>2.202</w:t>
      </w:r>
      <w:r>
        <w:rPr>
          <w:sz w:val="28"/>
          <w:szCs w:val="28"/>
        </w:rPr>
        <w:t>3</w:t>
      </w:r>
      <w:r w:rsidRPr="00B307E6">
        <w:rPr>
          <w:sz w:val="28"/>
          <w:szCs w:val="28"/>
        </w:rPr>
        <w:t xml:space="preserve"> в ГКГН учтено 6625 географических объектов, расположенных на территории Омской области, из которых 1499 – населенные пункты.</w:t>
      </w:r>
    </w:p>
    <w:p w:rsidR="00E151D7" w:rsidRDefault="00E151D7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в рамках проведения </w:t>
      </w:r>
      <w:r w:rsidRPr="0029036A">
        <w:rPr>
          <w:rFonts w:ascii="Times New Roman" w:hAnsi="Times New Roman" w:cs="Times New Roman"/>
          <w:sz w:val="28"/>
          <w:szCs w:val="28"/>
        </w:rPr>
        <w:t>мониторинг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036A">
        <w:rPr>
          <w:rFonts w:ascii="Times New Roman" w:hAnsi="Times New Roman" w:cs="Times New Roman"/>
          <w:sz w:val="28"/>
          <w:szCs w:val="28"/>
        </w:rPr>
        <w:t xml:space="preserve"> употребления наименований географических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62D">
        <w:rPr>
          <w:rFonts w:ascii="Times New Roman" w:hAnsi="Times New Roman" w:cs="Times New Roman"/>
          <w:sz w:val="28"/>
          <w:szCs w:val="28"/>
        </w:rPr>
        <w:t>проведена проверка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наименований населенных пунктов, информация о которых содержится на </w:t>
      </w:r>
      <w:r w:rsidRPr="00FE762D">
        <w:rPr>
          <w:rFonts w:ascii="Times New Roman" w:hAnsi="Times New Roman" w:cs="Times New Roman"/>
          <w:sz w:val="28"/>
          <w:szCs w:val="28"/>
        </w:rPr>
        <w:t>онлайн-сервис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E762D">
        <w:rPr>
          <w:rFonts w:ascii="Times New Roman" w:hAnsi="Times New Roman" w:cs="Times New Roman"/>
          <w:sz w:val="28"/>
          <w:szCs w:val="28"/>
        </w:rPr>
        <w:t xml:space="preserve">: 2ГИС, Яндекс.Карты, карты муниципального устройства Омской области, </w:t>
      </w:r>
      <w:r w:rsidRPr="009B615A">
        <w:rPr>
          <w:rFonts w:ascii="Times New Roman" w:hAnsi="Times New Roman" w:cs="Times New Roman"/>
          <w:sz w:val="28"/>
          <w:szCs w:val="28"/>
        </w:rPr>
        <w:t>входящей в пакет оперативной геологической информации (ГИС Атлас), RusKarty.ru.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Также проведена </w:t>
      </w:r>
      <w:r w:rsidRPr="009B615A">
        <w:rPr>
          <w:rFonts w:ascii="Times New Roman" w:hAnsi="Times New Roman" w:cs="Times New Roman"/>
          <w:bCs/>
          <w:sz w:val="28"/>
          <w:szCs w:val="28"/>
        </w:rPr>
        <w:t>проверк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9B615A">
        <w:rPr>
          <w:rFonts w:ascii="Times New Roman" w:hAnsi="Times New Roman" w:cs="Times New Roman"/>
          <w:bCs/>
          <w:sz w:val="28"/>
          <w:szCs w:val="28"/>
        </w:rPr>
        <w:t>общегеографической карты Омской области, подготовленной акционерным обществом «Омская картографическая фабрика»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151D7" w:rsidRPr="009F12A9" w:rsidRDefault="00E151D7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62D">
        <w:rPr>
          <w:rFonts w:ascii="Times New Roman" w:hAnsi="Times New Roman" w:cs="Times New Roman"/>
          <w:sz w:val="28"/>
          <w:szCs w:val="28"/>
        </w:rPr>
        <w:t>По результатам провер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FE762D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>
        <w:rPr>
          <w:rFonts w:ascii="Times New Roman" w:hAnsi="Times New Roman" w:cs="Times New Roman"/>
          <w:sz w:val="28"/>
          <w:szCs w:val="28"/>
        </w:rPr>
        <w:t xml:space="preserve">ООО «ДубльГИС», </w:t>
      </w:r>
      <w:r w:rsidRPr="00FE762D">
        <w:rPr>
          <w:rFonts w:ascii="Times New Roman" w:hAnsi="Times New Roman" w:cs="Times New Roman"/>
          <w:sz w:val="28"/>
          <w:szCs w:val="28"/>
        </w:rPr>
        <w:t>ООО «Яндекс», Ф</w:t>
      </w:r>
      <w:r>
        <w:rPr>
          <w:rFonts w:ascii="Times New Roman" w:hAnsi="Times New Roman" w:cs="Times New Roman"/>
          <w:sz w:val="28"/>
          <w:szCs w:val="28"/>
        </w:rPr>
        <w:t xml:space="preserve">ГБУ </w:t>
      </w:r>
      <w:r w:rsidRPr="00FE762D">
        <w:rPr>
          <w:rFonts w:ascii="Times New Roman" w:hAnsi="Times New Roman" w:cs="Times New Roman"/>
          <w:sz w:val="28"/>
          <w:szCs w:val="28"/>
        </w:rPr>
        <w:t>«Всероссийский научно-исследовательский геологический институт имени А.П. Карпинского»</w:t>
      </w:r>
      <w:r>
        <w:rPr>
          <w:rFonts w:ascii="Times New Roman" w:hAnsi="Times New Roman" w:cs="Times New Roman"/>
          <w:sz w:val="28"/>
          <w:szCs w:val="28"/>
        </w:rPr>
        <w:t xml:space="preserve">, АО </w:t>
      </w:r>
      <w:r w:rsidRPr="009B615A">
        <w:rPr>
          <w:rFonts w:ascii="Times New Roman" w:hAnsi="Times New Roman" w:cs="Times New Roman"/>
          <w:bCs/>
          <w:sz w:val="28"/>
          <w:szCs w:val="28"/>
        </w:rPr>
        <w:t>«Омская картографическая фабрика»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12A9">
        <w:rPr>
          <w:rFonts w:ascii="Times New Roman" w:hAnsi="Times New Roman" w:cs="Times New Roman"/>
          <w:sz w:val="28"/>
          <w:szCs w:val="28"/>
        </w:rPr>
        <w:t>вынесены предостережения о недопустимости нарушени</w:t>
      </w:r>
      <w:r>
        <w:rPr>
          <w:rFonts w:ascii="Times New Roman" w:hAnsi="Times New Roman" w:cs="Times New Roman"/>
          <w:sz w:val="28"/>
          <w:szCs w:val="28"/>
        </w:rPr>
        <w:t xml:space="preserve">я обязательных требований. </w:t>
      </w:r>
      <w:r w:rsidRPr="009F12A9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Pr="009F12A9">
        <w:rPr>
          <w:rFonts w:ascii="Times New Roman" w:hAnsi="Times New Roman" w:cs="Times New Roman"/>
          <w:sz w:val="28"/>
          <w:szCs w:val="28"/>
        </w:rPr>
        <w:t>нарушения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7E6">
        <w:rPr>
          <w:rFonts w:ascii="Times New Roman" w:hAnsi="Times New Roman" w:cs="Times New Roman"/>
          <w:sz w:val="28"/>
          <w:szCs w:val="28"/>
        </w:rPr>
        <w:t>устранены.</w:t>
      </w:r>
    </w:p>
    <w:p w:rsidR="00E151D7" w:rsidRDefault="00E151D7" w:rsidP="008837A7">
      <w:pPr>
        <w:pStyle w:val="ListParagraph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316422">
        <w:rPr>
          <w:sz w:val="28"/>
          <w:szCs w:val="28"/>
        </w:rPr>
        <w:t xml:space="preserve">Управлением </w:t>
      </w:r>
      <w:r>
        <w:rPr>
          <w:sz w:val="28"/>
          <w:szCs w:val="28"/>
        </w:rPr>
        <w:t xml:space="preserve">ведется </w:t>
      </w:r>
      <w:r w:rsidRPr="00316422">
        <w:rPr>
          <w:sz w:val="28"/>
          <w:szCs w:val="28"/>
        </w:rPr>
        <w:t>обследование дорожных знаков, содержащих информацию о наименованиях географических объектов (населенные пункты, реки, озера), расположенных на территории Омской области</w:t>
      </w:r>
      <w:r>
        <w:rPr>
          <w:sz w:val="28"/>
          <w:szCs w:val="28"/>
        </w:rPr>
        <w:t>. О</w:t>
      </w:r>
      <w:r w:rsidRPr="00316422">
        <w:rPr>
          <w:sz w:val="28"/>
          <w:szCs w:val="28"/>
        </w:rPr>
        <w:t>бследован</w:t>
      </w:r>
      <w:r>
        <w:rPr>
          <w:sz w:val="28"/>
          <w:szCs w:val="28"/>
        </w:rPr>
        <w:t xml:space="preserve">о566дорожных знаков, </w:t>
      </w:r>
      <w:r w:rsidRPr="00316422">
        <w:rPr>
          <w:sz w:val="28"/>
          <w:szCs w:val="28"/>
        </w:rPr>
        <w:t>выявлено 3</w:t>
      </w:r>
      <w:r>
        <w:rPr>
          <w:sz w:val="28"/>
          <w:szCs w:val="28"/>
        </w:rPr>
        <w:t>7</w:t>
      </w:r>
      <w:r w:rsidRPr="00316422">
        <w:rPr>
          <w:sz w:val="28"/>
          <w:szCs w:val="28"/>
        </w:rPr>
        <w:t xml:space="preserve"> нарушений правил употребления наименований географических объектов</w:t>
      </w:r>
      <w:r>
        <w:rPr>
          <w:sz w:val="28"/>
          <w:szCs w:val="28"/>
        </w:rPr>
        <w:t xml:space="preserve"> в виде искаженного написания наименований.</w:t>
      </w:r>
    </w:p>
    <w:p w:rsidR="00E151D7" w:rsidRDefault="00E151D7" w:rsidP="008837A7">
      <w:pPr>
        <w:tabs>
          <w:tab w:val="left" w:pos="567"/>
        </w:tabs>
        <w:ind w:firstLine="709"/>
        <w:jc w:val="both"/>
        <w:rPr>
          <w:szCs w:val="28"/>
        </w:rPr>
      </w:pPr>
      <w:r w:rsidRPr="00B307E6">
        <w:rPr>
          <w:szCs w:val="28"/>
        </w:rPr>
        <w:t>За нарушени</w:t>
      </w:r>
      <w:r>
        <w:rPr>
          <w:szCs w:val="28"/>
        </w:rPr>
        <w:t xml:space="preserve">я </w:t>
      </w:r>
      <w:r w:rsidRPr="00B307E6">
        <w:rPr>
          <w:szCs w:val="28"/>
        </w:rPr>
        <w:t>в виде произвольной замены одних наи</w:t>
      </w:r>
      <w:r>
        <w:rPr>
          <w:szCs w:val="28"/>
        </w:rPr>
        <w:t xml:space="preserve">менований другими, употребления </w:t>
      </w:r>
      <w:r w:rsidRPr="00B307E6">
        <w:rPr>
          <w:szCs w:val="28"/>
        </w:rPr>
        <w:t>искаженных наименований, не соответствующих наименованиям, указанным в ГКГН, предусмотрена административная ответственность в соответствии со статьей 19.10 Кодекса Российской Федерации об административных правонарушениях и влечет наложение административного штрафа на должностных лиц в размере от двух до трех тысяч рублей.</w:t>
      </w:r>
    </w:p>
    <w:p w:rsidR="00E151D7" w:rsidRDefault="00E151D7" w:rsidP="008837A7">
      <w:pPr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«Следует отметить, </w:t>
      </w:r>
      <w:r w:rsidRPr="00A07C2C">
        <w:rPr>
          <w:szCs w:val="28"/>
        </w:rPr>
        <w:t>наименования географических объектов являются составной частью исторического и культурного наслед</w:t>
      </w:r>
      <w:r>
        <w:rPr>
          <w:szCs w:val="28"/>
        </w:rPr>
        <w:t>ия народов России. Сохранение правильных наименований географических объектов – обязанность не только государственных</w:t>
      </w:r>
      <w:r w:rsidRPr="006D0933">
        <w:rPr>
          <w:szCs w:val="28"/>
        </w:rPr>
        <w:t xml:space="preserve"> орган</w:t>
      </w:r>
      <w:r>
        <w:rPr>
          <w:szCs w:val="28"/>
        </w:rPr>
        <w:t>ов</w:t>
      </w:r>
      <w:r w:rsidRPr="006D0933">
        <w:rPr>
          <w:szCs w:val="28"/>
        </w:rPr>
        <w:t>, министерств, ведомств</w:t>
      </w:r>
      <w:r>
        <w:rPr>
          <w:szCs w:val="28"/>
        </w:rPr>
        <w:t xml:space="preserve"> и служб, но и граждан», </w:t>
      </w:r>
      <w:r w:rsidRPr="008837A7">
        <w:rPr>
          <w:szCs w:val="28"/>
        </w:rPr>
        <w:t>–</w:t>
      </w:r>
      <w:r>
        <w:rPr>
          <w:szCs w:val="28"/>
        </w:rPr>
        <w:t xml:space="preserve"> отметил заместитель директора ООО «Земпроект», отличник геодезии и картографии, Почетный геодезист и изыскатель Исаак Кацман.</w:t>
      </w:r>
    </w:p>
    <w:p w:rsidR="00E151D7" w:rsidRDefault="00E151D7" w:rsidP="008837A7">
      <w:pPr>
        <w:tabs>
          <w:tab w:val="left" w:pos="567"/>
        </w:tabs>
        <w:ind w:firstLine="709"/>
        <w:jc w:val="both"/>
        <w:rPr>
          <w:szCs w:val="28"/>
        </w:rPr>
      </w:pPr>
    </w:p>
    <w:p w:rsidR="00E151D7" w:rsidRDefault="00E151D7" w:rsidP="008837A7">
      <w:pPr>
        <w:tabs>
          <w:tab w:val="left" w:pos="567"/>
        </w:tabs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Пресс-служба Управления Росреестра по Омской области</w:t>
      </w:r>
    </w:p>
    <w:sectPr w:rsidR="00E151D7" w:rsidSect="009863CC">
      <w:headerReference w:type="even" r:id="rId7"/>
      <w:headerReference w:type="default" r:id="rId8"/>
      <w:pgSz w:w="11907" w:h="16840"/>
      <w:pgMar w:top="709" w:right="851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1D7" w:rsidRDefault="00E151D7">
      <w:pPr>
        <w:pStyle w:val="Heading4"/>
      </w:pPr>
      <w:r>
        <w:separator/>
      </w:r>
    </w:p>
  </w:endnote>
  <w:endnote w:type="continuationSeparator" w:id="1">
    <w:p w:rsidR="00E151D7" w:rsidRDefault="00E151D7">
      <w:pPr>
        <w:pStyle w:val="Heading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1D7" w:rsidRDefault="00E151D7">
      <w:pPr>
        <w:pStyle w:val="Heading4"/>
      </w:pPr>
      <w:r>
        <w:separator/>
      </w:r>
    </w:p>
  </w:footnote>
  <w:footnote w:type="continuationSeparator" w:id="1">
    <w:p w:rsidR="00E151D7" w:rsidRDefault="00E151D7">
      <w:pPr>
        <w:pStyle w:val="Heading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1D7" w:rsidRDefault="00E151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51D7" w:rsidRDefault="00E151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1D7" w:rsidRPr="00446317" w:rsidRDefault="00E151D7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446317">
      <w:rPr>
        <w:rStyle w:val="PageNumber"/>
        <w:sz w:val="24"/>
        <w:szCs w:val="24"/>
      </w:rPr>
      <w:fldChar w:fldCharType="begin"/>
    </w:r>
    <w:r w:rsidRPr="00446317">
      <w:rPr>
        <w:rStyle w:val="PageNumber"/>
        <w:sz w:val="24"/>
        <w:szCs w:val="24"/>
      </w:rPr>
      <w:instrText xml:space="preserve">PAGE  </w:instrText>
    </w:r>
    <w:r w:rsidRPr="00446317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446317">
      <w:rPr>
        <w:rStyle w:val="PageNumber"/>
        <w:sz w:val="24"/>
        <w:szCs w:val="24"/>
      </w:rPr>
      <w:fldChar w:fldCharType="end"/>
    </w:r>
  </w:p>
  <w:p w:rsidR="00E151D7" w:rsidRDefault="00E151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i w:val="0"/>
      </w:rPr>
    </w:lvl>
  </w:abstractNum>
  <w:abstractNum w:abstractNumId="1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92CF5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8B879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FA6F4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56A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05E3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1887C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5FAA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3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F7B3C29"/>
    <w:multiLevelType w:val="hybridMultilevel"/>
    <w:tmpl w:val="65F041DC"/>
    <w:lvl w:ilvl="0" w:tplc="A7CCCE10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82A"/>
    <w:rsid w:val="00000908"/>
    <w:rsid w:val="0000456A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6E1C"/>
    <w:rsid w:val="00034802"/>
    <w:rsid w:val="0003569B"/>
    <w:rsid w:val="00036FC3"/>
    <w:rsid w:val="00040805"/>
    <w:rsid w:val="0004185F"/>
    <w:rsid w:val="00042221"/>
    <w:rsid w:val="000435F2"/>
    <w:rsid w:val="0004599A"/>
    <w:rsid w:val="00045DCB"/>
    <w:rsid w:val="000461D4"/>
    <w:rsid w:val="00046EAD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34D8"/>
    <w:rsid w:val="00096012"/>
    <w:rsid w:val="000A1A6A"/>
    <w:rsid w:val="000A2FDC"/>
    <w:rsid w:val="000A4B1F"/>
    <w:rsid w:val="000B0243"/>
    <w:rsid w:val="000B0D1E"/>
    <w:rsid w:val="000B1C81"/>
    <w:rsid w:val="000B5859"/>
    <w:rsid w:val="000B5EE4"/>
    <w:rsid w:val="000B615E"/>
    <w:rsid w:val="000C3777"/>
    <w:rsid w:val="000C774A"/>
    <w:rsid w:val="000D0555"/>
    <w:rsid w:val="000D0936"/>
    <w:rsid w:val="000D1CF2"/>
    <w:rsid w:val="000D5780"/>
    <w:rsid w:val="000D5FD9"/>
    <w:rsid w:val="000E2183"/>
    <w:rsid w:val="000E5321"/>
    <w:rsid w:val="000E7EB6"/>
    <w:rsid w:val="000F00FA"/>
    <w:rsid w:val="000F2D98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1821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E71"/>
    <w:rsid w:val="00180132"/>
    <w:rsid w:val="001822BE"/>
    <w:rsid w:val="00184F30"/>
    <w:rsid w:val="0018593A"/>
    <w:rsid w:val="00186837"/>
    <w:rsid w:val="00186F62"/>
    <w:rsid w:val="00192731"/>
    <w:rsid w:val="00194B4F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282A"/>
    <w:rsid w:val="001C476E"/>
    <w:rsid w:val="001C5CAD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CA6"/>
    <w:rsid w:val="002167F4"/>
    <w:rsid w:val="00217279"/>
    <w:rsid w:val="00220F7E"/>
    <w:rsid w:val="00221816"/>
    <w:rsid w:val="00221B06"/>
    <w:rsid w:val="00221C23"/>
    <w:rsid w:val="00221E8C"/>
    <w:rsid w:val="0022361B"/>
    <w:rsid w:val="002239EC"/>
    <w:rsid w:val="00224EA7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9026F"/>
    <w:rsid w:val="0029036A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A5FD5"/>
    <w:rsid w:val="002B193D"/>
    <w:rsid w:val="002B4006"/>
    <w:rsid w:val="002B426E"/>
    <w:rsid w:val="002B432F"/>
    <w:rsid w:val="002B78C7"/>
    <w:rsid w:val="002C0BEE"/>
    <w:rsid w:val="002C0FC4"/>
    <w:rsid w:val="002C53CB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23D"/>
    <w:rsid w:val="002F1F72"/>
    <w:rsid w:val="002F20D6"/>
    <w:rsid w:val="002F32CE"/>
    <w:rsid w:val="002F33E3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422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62734"/>
    <w:rsid w:val="00362B77"/>
    <w:rsid w:val="003633B5"/>
    <w:rsid w:val="00363B54"/>
    <w:rsid w:val="00364448"/>
    <w:rsid w:val="003654F4"/>
    <w:rsid w:val="003656DB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4A6C"/>
    <w:rsid w:val="00396F7D"/>
    <w:rsid w:val="003A2323"/>
    <w:rsid w:val="003A2504"/>
    <w:rsid w:val="003A3749"/>
    <w:rsid w:val="003A3ABB"/>
    <w:rsid w:val="003A4D3F"/>
    <w:rsid w:val="003A5636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2C3A"/>
    <w:rsid w:val="004630AC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1F6E"/>
    <w:rsid w:val="004928C4"/>
    <w:rsid w:val="0049326D"/>
    <w:rsid w:val="00493C1B"/>
    <w:rsid w:val="00493D93"/>
    <w:rsid w:val="00495C99"/>
    <w:rsid w:val="0049686E"/>
    <w:rsid w:val="004A0D7A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231"/>
    <w:rsid w:val="004E2F52"/>
    <w:rsid w:val="004E55E3"/>
    <w:rsid w:val="004E6864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AC0"/>
    <w:rsid w:val="00505C8D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EF4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2D01"/>
    <w:rsid w:val="005A3B52"/>
    <w:rsid w:val="005A54E2"/>
    <w:rsid w:val="005A7574"/>
    <w:rsid w:val="005A7DE1"/>
    <w:rsid w:val="005A7FD3"/>
    <w:rsid w:val="005B0C4C"/>
    <w:rsid w:val="005B12A3"/>
    <w:rsid w:val="005B19F4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2405"/>
    <w:rsid w:val="005C63E3"/>
    <w:rsid w:val="005C6B24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700F"/>
    <w:rsid w:val="005F0640"/>
    <w:rsid w:val="005F1266"/>
    <w:rsid w:val="005F3B90"/>
    <w:rsid w:val="00600E5A"/>
    <w:rsid w:val="00600F53"/>
    <w:rsid w:val="006028B8"/>
    <w:rsid w:val="0060342F"/>
    <w:rsid w:val="0060423E"/>
    <w:rsid w:val="00604C70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1129"/>
    <w:rsid w:val="006232B3"/>
    <w:rsid w:val="0062495C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1A66"/>
    <w:rsid w:val="0065267F"/>
    <w:rsid w:val="00653384"/>
    <w:rsid w:val="00654836"/>
    <w:rsid w:val="0065535D"/>
    <w:rsid w:val="00657A9E"/>
    <w:rsid w:val="00661D0E"/>
    <w:rsid w:val="00661E3B"/>
    <w:rsid w:val="00662918"/>
    <w:rsid w:val="00665027"/>
    <w:rsid w:val="006707A9"/>
    <w:rsid w:val="0067159C"/>
    <w:rsid w:val="00671F1C"/>
    <w:rsid w:val="006742A1"/>
    <w:rsid w:val="0067432C"/>
    <w:rsid w:val="00675587"/>
    <w:rsid w:val="006758BA"/>
    <w:rsid w:val="0067661C"/>
    <w:rsid w:val="00676F64"/>
    <w:rsid w:val="00677B67"/>
    <w:rsid w:val="00681AD7"/>
    <w:rsid w:val="006820D0"/>
    <w:rsid w:val="00683790"/>
    <w:rsid w:val="00683813"/>
    <w:rsid w:val="0068539F"/>
    <w:rsid w:val="00686FAD"/>
    <w:rsid w:val="00690F1A"/>
    <w:rsid w:val="00691CA1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C11"/>
    <w:rsid w:val="006A6E9A"/>
    <w:rsid w:val="006A7165"/>
    <w:rsid w:val="006B48A6"/>
    <w:rsid w:val="006B4973"/>
    <w:rsid w:val="006B4D34"/>
    <w:rsid w:val="006B714D"/>
    <w:rsid w:val="006B778F"/>
    <w:rsid w:val="006B7D72"/>
    <w:rsid w:val="006C4EE6"/>
    <w:rsid w:val="006C5D01"/>
    <w:rsid w:val="006D078E"/>
    <w:rsid w:val="006D0933"/>
    <w:rsid w:val="006D2887"/>
    <w:rsid w:val="006D39C4"/>
    <w:rsid w:val="006D43CB"/>
    <w:rsid w:val="006D5555"/>
    <w:rsid w:val="006E0F97"/>
    <w:rsid w:val="006E1F04"/>
    <w:rsid w:val="006F03F9"/>
    <w:rsid w:val="006F3688"/>
    <w:rsid w:val="006F4E14"/>
    <w:rsid w:val="006F6DCD"/>
    <w:rsid w:val="0070435C"/>
    <w:rsid w:val="007048C8"/>
    <w:rsid w:val="007053C1"/>
    <w:rsid w:val="00705EDD"/>
    <w:rsid w:val="00712F6B"/>
    <w:rsid w:val="00712F86"/>
    <w:rsid w:val="007148A8"/>
    <w:rsid w:val="0072184D"/>
    <w:rsid w:val="00722683"/>
    <w:rsid w:val="007239A1"/>
    <w:rsid w:val="00725249"/>
    <w:rsid w:val="00730EC0"/>
    <w:rsid w:val="007322FA"/>
    <w:rsid w:val="00732E88"/>
    <w:rsid w:val="007333C3"/>
    <w:rsid w:val="00741D6A"/>
    <w:rsid w:val="00742F75"/>
    <w:rsid w:val="0074463F"/>
    <w:rsid w:val="00744D35"/>
    <w:rsid w:val="0074797A"/>
    <w:rsid w:val="00750B14"/>
    <w:rsid w:val="00750D54"/>
    <w:rsid w:val="0075178B"/>
    <w:rsid w:val="00753791"/>
    <w:rsid w:val="007570F4"/>
    <w:rsid w:val="0076207E"/>
    <w:rsid w:val="00762FB9"/>
    <w:rsid w:val="00765BDD"/>
    <w:rsid w:val="00766DC7"/>
    <w:rsid w:val="00766F43"/>
    <w:rsid w:val="00767F51"/>
    <w:rsid w:val="007800EB"/>
    <w:rsid w:val="00780757"/>
    <w:rsid w:val="00782E01"/>
    <w:rsid w:val="007864B5"/>
    <w:rsid w:val="007865B5"/>
    <w:rsid w:val="00792B8A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6837"/>
    <w:rsid w:val="0084796C"/>
    <w:rsid w:val="00861563"/>
    <w:rsid w:val="00870053"/>
    <w:rsid w:val="00875C47"/>
    <w:rsid w:val="0087636E"/>
    <w:rsid w:val="00877ABC"/>
    <w:rsid w:val="00877E05"/>
    <w:rsid w:val="0088112E"/>
    <w:rsid w:val="008826C7"/>
    <w:rsid w:val="008837A7"/>
    <w:rsid w:val="0088670B"/>
    <w:rsid w:val="008870C7"/>
    <w:rsid w:val="00887FF2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0B4"/>
    <w:rsid w:val="00902A5C"/>
    <w:rsid w:val="00903C26"/>
    <w:rsid w:val="00903CB0"/>
    <w:rsid w:val="00904774"/>
    <w:rsid w:val="00904956"/>
    <w:rsid w:val="00904F0A"/>
    <w:rsid w:val="00905B68"/>
    <w:rsid w:val="00906205"/>
    <w:rsid w:val="00906505"/>
    <w:rsid w:val="009125D1"/>
    <w:rsid w:val="00917090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1ABC"/>
    <w:rsid w:val="00962176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63CC"/>
    <w:rsid w:val="00987E4B"/>
    <w:rsid w:val="0099412A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B615A"/>
    <w:rsid w:val="009C72B8"/>
    <w:rsid w:val="009D40AE"/>
    <w:rsid w:val="009E152A"/>
    <w:rsid w:val="009E16A6"/>
    <w:rsid w:val="009E3910"/>
    <w:rsid w:val="009E5038"/>
    <w:rsid w:val="009E5D57"/>
    <w:rsid w:val="009E668A"/>
    <w:rsid w:val="009F12A9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07C2C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1564"/>
    <w:rsid w:val="00A72241"/>
    <w:rsid w:val="00A73004"/>
    <w:rsid w:val="00A73B48"/>
    <w:rsid w:val="00A82FE9"/>
    <w:rsid w:val="00A84E4A"/>
    <w:rsid w:val="00A861AE"/>
    <w:rsid w:val="00A92BBF"/>
    <w:rsid w:val="00A93977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41A"/>
    <w:rsid w:val="00AB2B6F"/>
    <w:rsid w:val="00AB372A"/>
    <w:rsid w:val="00AB4492"/>
    <w:rsid w:val="00AB45C7"/>
    <w:rsid w:val="00AB45E2"/>
    <w:rsid w:val="00AB7068"/>
    <w:rsid w:val="00AB73B0"/>
    <w:rsid w:val="00AB73F2"/>
    <w:rsid w:val="00AC3490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312C"/>
    <w:rsid w:val="00AF42E4"/>
    <w:rsid w:val="00AF7356"/>
    <w:rsid w:val="00AF743F"/>
    <w:rsid w:val="00AF7973"/>
    <w:rsid w:val="00B00B7C"/>
    <w:rsid w:val="00B00CAE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3038A"/>
    <w:rsid w:val="00B307E6"/>
    <w:rsid w:val="00B31B5B"/>
    <w:rsid w:val="00B31CCF"/>
    <w:rsid w:val="00B32D35"/>
    <w:rsid w:val="00B3340E"/>
    <w:rsid w:val="00B33649"/>
    <w:rsid w:val="00B3467D"/>
    <w:rsid w:val="00B363CD"/>
    <w:rsid w:val="00B41322"/>
    <w:rsid w:val="00B41F7F"/>
    <w:rsid w:val="00B43579"/>
    <w:rsid w:val="00B4415F"/>
    <w:rsid w:val="00B44EDE"/>
    <w:rsid w:val="00B455C6"/>
    <w:rsid w:val="00B45D48"/>
    <w:rsid w:val="00B478F4"/>
    <w:rsid w:val="00B51EEA"/>
    <w:rsid w:val="00B57287"/>
    <w:rsid w:val="00B60AB4"/>
    <w:rsid w:val="00B60E61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7D1C"/>
    <w:rsid w:val="00BC6BDB"/>
    <w:rsid w:val="00BC72D4"/>
    <w:rsid w:val="00BE3FD3"/>
    <w:rsid w:val="00BE5817"/>
    <w:rsid w:val="00BF02DC"/>
    <w:rsid w:val="00BF1E5B"/>
    <w:rsid w:val="00BF242C"/>
    <w:rsid w:val="00BF3759"/>
    <w:rsid w:val="00BF37ED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0657B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679C7"/>
    <w:rsid w:val="00C71D45"/>
    <w:rsid w:val="00C75E1E"/>
    <w:rsid w:val="00C75F5E"/>
    <w:rsid w:val="00C77164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C6E"/>
    <w:rsid w:val="00CC4E16"/>
    <w:rsid w:val="00CC5321"/>
    <w:rsid w:val="00CC6427"/>
    <w:rsid w:val="00CC68D1"/>
    <w:rsid w:val="00CD0844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38DB"/>
    <w:rsid w:val="00CF4CF0"/>
    <w:rsid w:val="00CF782F"/>
    <w:rsid w:val="00D029D8"/>
    <w:rsid w:val="00D0519E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3C4C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67A34"/>
    <w:rsid w:val="00D701EC"/>
    <w:rsid w:val="00D74FBA"/>
    <w:rsid w:val="00D7506B"/>
    <w:rsid w:val="00D77369"/>
    <w:rsid w:val="00D7740F"/>
    <w:rsid w:val="00D8022A"/>
    <w:rsid w:val="00D813F8"/>
    <w:rsid w:val="00D815A5"/>
    <w:rsid w:val="00D82869"/>
    <w:rsid w:val="00D83E95"/>
    <w:rsid w:val="00D847CA"/>
    <w:rsid w:val="00D86D38"/>
    <w:rsid w:val="00D926AD"/>
    <w:rsid w:val="00D96A2A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151D7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E0D"/>
    <w:rsid w:val="00E53A02"/>
    <w:rsid w:val="00E5489E"/>
    <w:rsid w:val="00E54C1B"/>
    <w:rsid w:val="00E56A17"/>
    <w:rsid w:val="00E60A9F"/>
    <w:rsid w:val="00E63380"/>
    <w:rsid w:val="00E635EB"/>
    <w:rsid w:val="00E64BC2"/>
    <w:rsid w:val="00E64BE5"/>
    <w:rsid w:val="00E65C6A"/>
    <w:rsid w:val="00E662BE"/>
    <w:rsid w:val="00E66EDD"/>
    <w:rsid w:val="00E70014"/>
    <w:rsid w:val="00E76996"/>
    <w:rsid w:val="00E77925"/>
    <w:rsid w:val="00E8168B"/>
    <w:rsid w:val="00E82B10"/>
    <w:rsid w:val="00E83537"/>
    <w:rsid w:val="00E85DCF"/>
    <w:rsid w:val="00E90BBA"/>
    <w:rsid w:val="00E94305"/>
    <w:rsid w:val="00E94476"/>
    <w:rsid w:val="00E95E4B"/>
    <w:rsid w:val="00E96433"/>
    <w:rsid w:val="00E96759"/>
    <w:rsid w:val="00EA007B"/>
    <w:rsid w:val="00EA0171"/>
    <w:rsid w:val="00EA0279"/>
    <w:rsid w:val="00EA0CCA"/>
    <w:rsid w:val="00EA1C6E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49B0"/>
    <w:rsid w:val="00ED4BC9"/>
    <w:rsid w:val="00ED4E73"/>
    <w:rsid w:val="00EE1421"/>
    <w:rsid w:val="00EE2955"/>
    <w:rsid w:val="00EE2AD8"/>
    <w:rsid w:val="00EE2F16"/>
    <w:rsid w:val="00EE6BFE"/>
    <w:rsid w:val="00EE7560"/>
    <w:rsid w:val="00EE77CD"/>
    <w:rsid w:val="00EF1A15"/>
    <w:rsid w:val="00EF42F0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3760"/>
    <w:rsid w:val="00F748DB"/>
    <w:rsid w:val="00F7616D"/>
    <w:rsid w:val="00F7643A"/>
    <w:rsid w:val="00F7650A"/>
    <w:rsid w:val="00F77F43"/>
    <w:rsid w:val="00F80F20"/>
    <w:rsid w:val="00F84893"/>
    <w:rsid w:val="00F85C63"/>
    <w:rsid w:val="00F87932"/>
    <w:rsid w:val="00F90398"/>
    <w:rsid w:val="00F91516"/>
    <w:rsid w:val="00F95020"/>
    <w:rsid w:val="00F96F64"/>
    <w:rsid w:val="00FA26D4"/>
    <w:rsid w:val="00FA283B"/>
    <w:rsid w:val="00FA37D9"/>
    <w:rsid w:val="00FA4BEC"/>
    <w:rsid w:val="00FA50B3"/>
    <w:rsid w:val="00FB16C9"/>
    <w:rsid w:val="00FB1A94"/>
    <w:rsid w:val="00FB2CB4"/>
    <w:rsid w:val="00FB7EF8"/>
    <w:rsid w:val="00FC317C"/>
    <w:rsid w:val="00FC416C"/>
    <w:rsid w:val="00FD00E8"/>
    <w:rsid w:val="00FD66B9"/>
    <w:rsid w:val="00FE1C0F"/>
    <w:rsid w:val="00FE762D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77E8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F77E8"/>
    <w:pPr>
      <w:keepNext/>
      <w:spacing w:line="36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FF77E8"/>
    <w:pPr>
      <w:keepNext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F77E8"/>
    <w:pPr>
      <w:keepNext/>
      <w:jc w:val="center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uiPriority w:val="99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F77E8"/>
    <w:pPr>
      <w:keepNext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F77E8"/>
    <w:pPr>
      <w:keepNext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F77E8"/>
    <w:pPr>
      <w:keepNext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013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013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013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013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013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0133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0133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13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0133"/>
    <w:rPr>
      <w:rFonts w:asciiTheme="majorHAnsi" w:eastAsiaTheme="majorEastAsia" w:hAnsiTheme="majorHAnsi" w:cstheme="majorBidi"/>
    </w:rPr>
  </w:style>
  <w:style w:type="character" w:styleId="Hyperlink">
    <w:name w:val="Hyperlink"/>
    <w:basedOn w:val="DefaultParagraphFont"/>
    <w:uiPriority w:val="99"/>
    <w:rsid w:val="00FF77E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F77E8"/>
    <w:rPr>
      <w:rFonts w:cs="Times New Roman"/>
      <w:color w:val="800080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20F7E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F77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0133"/>
    <w:rPr>
      <w:sz w:val="28"/>
      <w:szCs w:val="20"/>
    </w:rPr>
  </w:style>
  <w:style w:type="character" w:styleId="PageNumber">
    <w:name w:val="page number"/>
    <w:basedOn w:val="DefaultParagraphFont"/>
    <w:uiPriority w:val="99"/>
    <w:rsid w:val="00FF77E8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F77E8"/>
    <w:pPr>
      <w:jc w:val="both"/>
    </w:pPr>
    <w:rPr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D0133"/>
    <w:rPr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DD013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B0C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FF77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D0133"/>
    <w:rPr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F77E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0133"/>
    <w:rPr>
      <w:sz w:val="28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FF77E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D0133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FF77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0133"/>
    <w:rPr>
      <w:sz w:val="28"/>
      <w:szCs w:val="20"/>
    </w:rPr>
  </w:style>
  <w:style w:type="paragraph" w:customStyle="1" w:styleId="21">
    <w:name w:val="Основной текст с отступом 21"/>
    <w:basedOn w:val="Normal"/>
    <w:uiPriority w:val="99"/>
    <w:rsid w:val="00FF77E8"/>
    <w:pPr>
      <w:ind w:firstLine="720"/>
      <w:jc w:val="both"/>
    </w:pPr>
  </w:style>
  <w:style w:type="paragraph" w:styleId="PlainText">
    <w:name w:val="Plain Text"/>
    <w:basedOn w:val="Normal"/>
    <w:link w:val="PlainTextChar"/>
    <w:uiPriority w:val="99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0133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с отступом 3 Знак Знак"/>
    <w:basedOn w:val="DefaultParagraphFont"/>
    <w:uiPriority w:val="99"/>
    <w:rsid w:val="00FF77E8"/>
    <w:rPr>
      <w:rFonts w:cs="Times New Roman"/>
      <w:sz w:val="26"/>
      <w:lang w:val="ru-RU" w:eastAsia="ru-RU" w:bidi="ar-SA"/>
    </w:rPr>
  </w:style>
  <w:style w:type="paragraph" w:customStyle="1" w:styleId="normal32">
    <w:name w:val="normal32"/>
    <w:basedOn w:val="Normal"/>
    <w:uiPriority w:val="99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uiPriority w:val="99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DefaultParagraphFont"/>
    <w:uiPriority w:val="99"/>
    <w:rsid w:val="00AA40B0"/>
    <w:rPr>
      <w:rFonts w:cs="Times New Roman"/>
    </w:rPr>
  </w:style>
  <w:style w:type="character" w:customStyle="1" w:styleId="match">
    <w:name w:val="match"/>
    <w:basedOn w:val="DefaultParagraphFont"/>
    <w:uiPriority w:val="99"/>
    <w:rsid w:val="00AA40B0"/>
    <w:rPr>
      <w:rFonts w:cs="Times New Roman"/>
    </w:rPr>
  </w:style>
  <w:style w:type="paragraph" w:customStyle="1" w:styleId="ConsPlusNormal">
    <w:name w:val="ConsPlusNormal"/>
    <w:uiPriority w:val="99"/>
    <w:rsid w:val="00AA40B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">
    <w:name w:val="Знак1"/>
    <w:basedOn w:val="Normal"/>
    <w:uiPriority w:val="99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paragraph" w:customStyle="1" w:styleId="FORMATTEXT">
    <w:name w:val=".FORMATTEXT"/>
    <w:uiPriority w:val="99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Normal"/>
    <w:uiPriority w:val="99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Основной текст с отступом Знак1"/>
    <w:basedOn w:val="DefaultParagraphFont"/>
    <w:uiPriority w:val="99"/>
    <w:semiHidden/>
    <w:locked/>
    <w:rsid w:val="006A08C7"/>
    <w:rPr>
      <w:rFonts w:cs="Times New Roman"/>
      <w:sz w:val="24"/>
      <w:szCs w:val="24"/>
    </w:rPr>
  </w:style>
  <w:style w:type="paragraph" w:styleId="NoSpacing">
    <w:name w:val="No Spacing"/>
    <w:uiPriority w:val="99"/>
    <w:qFormat/>
    <w:rsid w:val="00D24685"/>
    <w:pPr>
      <w:ind w:firstLine="709"/>
      <w:jc w:val="both"/>
    </w:pPr>
    <w:rPr>
      <w:rFonts w:ascii="Calibri" w:hAnsi="Calibri"/>
    </w:rPr>
  </w:style>
  <w:style w:type="paragraph" w:customStyle="1" w:styleId="ConsPlusTitle">
    <w:name w:val="ConsPlusTitle"/>
    <w:uiPriority w:val="99"/>
    <w:rsid w:val="008F233D"/>
    <w:pPr>
      <w:widowControl w:val="0"/>
      <w:autoSpaceDE w:val="0"/>
      <w:autoSpaceDN w:val="0"/>
    </w:pPr>
    <w:rPr>
      <w:b/>
      <w:sz w:val="24"/>
      <w:szCs w:val="20"/>
    </w:rPr>
  </w:style>
  <w:style w:type="paragraph" w:customStyle="1" w:styleId="11">
    <w:name w:val="Абзац списка1"/>
    <w:basedOn w:val="Normal"/>
    <w:uiPriority w:val="99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C213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2131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basedOn w:val="DefaultParagraphFont"/>
    <w:uiPriority w:val="99"/>
    <w:rsid w:val="00696D2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headertext">
    <w:name w:val="headertext"/>
    <w:basedOn w:val="Normal"/>
    <w:uiPriority w:val="99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Normal"/>
    <w:uiPriority w:val="99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Normal"/>
    <w:uiPriority w:val="99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estern">
    <w:name w:val="western"/>
    <w:basedOn w:val="Normal"/>
    <w:uiPriority w:val="99"/>
    <w:rsid w:val="00194B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nformat">
    <w:name w:val="ConsNonformat"/>
    <w:uiPriority w:val="99"/>
    <w:rsid w:val="00CC4C6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2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2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381</TotalTime>
  <Pages>2</Pages>
  <Words>697</Words>
  <Characters>3976</Characters>
  <Application>Microsoft Office Outlook</Application>
  <DocSecurity>0</DocSecurity>
  <Lines>0</Lines>
  <Paragraphs>0</Paragraphs>
  <ScaleCrop>false</ScaleCrop>
  <Company>Управление МЮ РФ по Омской об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dc:description/>
  <cp:lastModifiedBy>Pechenko</cp:lastModifiedBy>
  <cp:revision>102</cp:revision>
  <cp:lastPrinted>2023-01-31T09:30:00Z</cp:lastPrinted>
  <dcterms:created xsi:type="dcterms:W3CDTF">2023-01-31T08:01:00Z</dcterms:created>
  <dcterms:modified xsi:type="dcterms:W3CDTF">2023-04-06T03:39:00Z</dcterms:modified>
</cp:coreProperties>
</file>